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272" w:rsidRPr="00F10009" w:rsidRDefault="00F10009" w:rsidP="00F10009">
      <w:pPr>
        <w:jc w:val="center"/>
        <w:rPr>
          <w:rFonts w:ascii="Times New Roman" w:hAnsi="Times New Roman" w:cs="Times New Roman"/>
        </w:rPr>
      </w:pPr>
      <w:r w:rsidRPr="00F10009">
        <w:rPr>
          <w:rFonts w:ascii="Times New Roman" w:hAnsi="Times New Roman" w:cs="Times New Roman"/>
          <w:noProof/>
          <w:lang w:eastAsia="it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-404037</wp:posOffset>
            </wp:positionH>
            <wp:positionV relativeFrom="paragraph">
              <wp:posOffset>602615</wp:posOffset>
            </wp:positionV>
            <wp:extent cx="7495953" cy="9985781"/>
            <wp:effectExtent l="0" t="0" r="0" b="0"/>
            <wp:wrapSquare wrapText="bothSides"/>
            <wp:docPr id="1" name="Immagine 1" descr="C:\Users\michele.canducci\Dropbox\Locarno 2017_2018\Agorà\Pazzi per i pezzi_agorà\foto\risposte in coppia\2017-10-13 09.23.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ele.canducci\Dropbox\Locarno 2017_2018\Agorà\Pazzi per i pezzi_agorà\foto\risposte in coppia\2017-10-13 09.23.2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5953" cy="998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10009">
        <w:rPr>
          <w:rFonts w:ascii="Times New Roman" w:hAnsi="Times New Roman" w:cs="Times New Roman"/>
          <w:sz w:val="40"/>
        </w:rPr>
        <w:t>ALLEGATO 2</w:t>
      </w:r>
      <w:bookmarkStart w:id="0" w:name="_GoBack"/>
      <w:bookmarkEnd w:id="0"/>
    </w:p>
    <w:sectPr w:rsidR="00C91272" w:rsidRPr="00F10009" w:rsidSect="00F10009">
      <w:pgSz w:w="11906" w:h="16838"/>
      <w:pgMar w:top="142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009"/>
    <w:rsid w:val="00C91272"/>
    <w:rsid w:val="00F1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B1A43F"/>
  <w15:chartTrackingRefBased/>
  <w15:docId w15:val="{D49481D9-2E73-4C6C-8601-489FBA40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749325A6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Servizio Informatico TI-EDU - USI-SUPSI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Canducci Michele</dc:creator>
  <cp:keywords/>
  <dc:description/>
  <cp:lastModifiedBy>Canducci Michele</cp:lastModifiedBy>
  <cp:revision>1</cp:revision>
  <dcterms:created xsi:type="dcterms:W3CDTF">2018-01-16T07:58:00Z</dcterms:created>
  <dcterms:modified xsi:type="dcterms:W3CDTF">2018-01-16T08:00:00Z</dcterms:modified>
</cp:coreProperties>
</file>